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DB9A1" w14:textId="77777777" w:rsidR="00233FD7" w:rsidRDefault="00233FD7"/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4EAAD238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10F97FD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28730163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0A4F8A22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0972FFD4" w14:textId="73D2D538" w:rsidR="000F5686" w:rsidRDefault="000F5686" w:rsidP="000F5686">
      <w:pPr>
        <w:spacing w:before="240" w:after="240"/>
        <w:jc w:val="center"/>
        <w:rPr>
          <w:rFonts w:ascii="Arial" w:hAnsi="Arial" w:cs="Arial"/>
          <w:b/>
          <w:bCs/>
          <w:i/>
          <w:iCs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Program a</w:t>
      </w:r>
      <w:r w:rsidRPr="000F5686">
        <w:rPr>
          <w:rFonts w:ascii="Arial" w:hAnsi="Arial" w:cs="Arial"/>
          <w:b/>
          <w:color w:val="0070C0"/>
          <w:sz w:val="28"/>
          <w:szCs w:val="28"/>
        </w:rPr>
        <w:t>kce </w:t>
      </w:r>
      <w:r w:rsidRPr="000F5686">
        <w:rPr>
          <w:rFonts w:ascii="Arial" w:hAnsi="Arial" w:cs="Arial"/>
          <w:b/>
          <w:bCs/>
          <w:i/>
          <w:iCs/>
          <w:color w:val="0070C0"/>
          <w:sz w:val="28"/>
          <w:szCs w:val="28"/>
        </w:rPr>
        <w:t>Jak dát smysl otevřené vědě? Veřejné slyšení k principům a praktikám správy dat, režimům publikování a</w:t>
      </w:r>
      <w:r>
        <w:rPr>
          <w:rFonts w:ascii="Arial" w:hAnsi="Arial" w:cs="Arial"/>
          <w:b/>
          <w:bCs/>
          <w:i/>
          <w:iCs/>
          <w:color w:val="0070C0"/>
          <w:sz w:val="28"/>
          <w:szCs w:val="28"/>
        </w:rPr>
        <w:t> </w:t>
      </w:r>
      <w:r w:rsidRPr="000F5686">
        <w:rPr>
          <w:rFonts w:ascii="Arial" w:hAnsi="Arial" w:cs="Arial"/>
          <w:b/>
          <w:bCs/>
          <w:i/>
          <w:iCs/>
          <w:color w:val="0070C0"/>
          <w:sz w:val="28"/>
          <w:szCs w:val="28"/>
        </w:rPr>
        <w:t>zpřístupňování vědy veřejnosti</w:t>
      </w:r>
    </w:p>
    <w:p w14:paraId="5263B290" w14:textId="77777777" w:rsidR="00233FD7" w:rsidRPr="000F5686" w:rsidRDefault="00233FD7" w:rsidP="000F5686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1BCD1F3E" w14:textId="77777777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F5686">
        <w:rPr>
          <w:rFonts w:ascii="Arial" w:hAnsi="Arial" w:cs="Arial"/>
          <w:b/>
          <w:color w:val="0070C0"/>
          <w:sz w:val="22"/>
          <w:szCs w:val="22"/>
        </w:rPr>
        <w:t xml:space="preserve">8:30–9:00 Registrace účastníků </w:t>
      </w:r>
    </w:p>
    <w:p w14:paraId="19EDD757" w14:textId="0781918B" w:rsid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proofErr w:type="spellStart"/>
      <w:r w:rsidRPr="000F56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welcome</w:t>
      </w:r>
      <w:proofErr w:type="spellEnd"/>
      <w:r w:rsidRPr="000F56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0F56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coffee</w:t>
      </w:r>
      <w:proofErr w:type="spellEnd"/>
    </w:p>
    <w:p w14:paraId="2F08FA44" w14:textId="77777777" w:rsidR="00233FD7" w:rsidRPr="000F5686" w:rsidRDefault="00233FD7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23018304" w14:textId="10B93400" w:rsid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F5686">
        <w:rPr>
          <w:rFonts w:ascii="Arial" w:hAnsi="Arial" w:cs="Arial"/>
          <w:b/>
          <w:color w:val="0070C0"/>
          <w:sz w:val="22"/>
          <w:szCs w:val="22"/>
        </w:rPr>
        <w:t>9:00–9:10 Zahájení veřejného slyšení</w:t>
      </w:r>
    </w:p>
    <w:p w14:paraId="73470A68" w14:textId="77777777" w:rsidR="00233FD7" w:rsidRPr="000F5686" w:rsidRDefault="00233FD7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0C0C01FB" w14:textId="77777777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F5686">
        <w:rPr>
          <w:rFonts w:ascii="Arial" w:hAnsi="Arial" w:cs="Arial"/>
          <w:b/>
          <w:color w:val="0070C0"/>
          <w:sz w:val="22"/>
          <w:szCs w:val="22"/>
        </w:rPr>
        <w:t>9:10–10:30 Panelová diskuse: Česká cesta? (v češtině)</w:t>
      </w:r>
    </w:p>
    <w:p w14:paraId="43B49F46" w14:textId="77777777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Diskuse k současným strategiím klíčových aktérů k implementaci principů otevřené vědy, praktik správy dat, režimů publikování a zpřístupňování vědy veřejnosti.</w:t>
      </w:r>
    </w:p>
    <w:p w14:paraId="034F16E7" w14:textId="77777777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Patrik Španěl (Akademická rada AV ČR), Hana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Michová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(MŠMT), Jan Hrušák (EOSC), Dagmar Hanzlíková (Centrum pro podporu open science UK), a další.</w:t>
      </w:r>
    </w:p>
    <w:p w14:paraId="656F80F8" w14:textId="2C0CA7D0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Moderuje: Johana Chylíková (Český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sociálněvědní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datový archiv, SOÚ AV ČR).</w:t>
      </w:r>
    </w:p>
    <w:p w14:paraId="1B3AEE8F" w14:textId="77777777" w:rsidR="00233FD7" w:rsidRDefault="00233FD7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63C6C4B5" w14:textId="07672674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10:30–11:00 </w:t>
      </w:r>
      <w:proofErr w:type="spellStart"/>
      <w:r w:rsidRPr="000F56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coffee</w:t>
      </w:r>
      <w:proofErr w:type="spellEnd"/>
      <w:r w:rsidRPr="000F56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0F56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break</w:t>
      </w:r>
      <w:proofErr w:type="spellEnd"/>
    </w:p>
    <w:p w14:paraId="7E274DF6" w14:textId="77777777" w:rsidR="00233FD7" w:rsidRDefault="00233FD7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5B754B57" w14:textId="3EDEA330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F5686">
        <w:rPr>
          <w:rFonts w:ascii="Arial" w:hAnsi="Arial" w:cs="Arial"/>
          <w:b/>
          <w:color w:val="0070C0"/>
          <w:sz w:val="22"/>
          <w:szCs w:val="22"/>
        </w:rPr>
        <w:t xml:space="preserve">11:00–12:30 Workshopy (v angličtině) </w:t>
      </w:r>
    </w:p>
    <w:p w14:paraId="3DD8358D" w14:textId="77777777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Elektronické laboratorní deníky – Marek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Cebecauer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Eguia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Marquez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Graciela,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Gonzalez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Navarro Jose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Alfredo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(ÚFCH JH),</w:t>
      </w:r>
    </w:p>
    <w:p w14:paraId="2A8B401C" w14:textId="77777777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Data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Stewardship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Wizard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Kryštof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Komanec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(DSW),</w:t>
      </w:r>
    </w:p>
    <w:p w14:paraId="3B273C80" w14:textId="77777777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právní poradna ke „čtení licenčních smluv“ (Centrum pro podporu open science UK),</w:t>
      </w:r>
    </w:p>
    <w:p w14:paraId="6B48DB88" w14:textId="77777777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ochutnávka práce data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stewarda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Marie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Šafner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(ÚOCHB),</w:t>
      </w:r>
    </w:p>
    <w:p w14:paraId="651AD2DC" w14:textId="77777777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ukázka služeb oddělením Open Science – Knihovny AV ČR,</w:t>
      </w:r>
    </w:p>
    <w:p w14:paraId="28D62C82" w14:textId="0A18D986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komunikace vědy s veřejností – Květoslava Stejskalová (ÚFCH JH).</w:t>
      </w:r>
    </w:p>
    <w:p w14:paraId="677788B6" w14:textId="77777777" w:rsidR="00233FD7" w:rsidRDefault="00233FD7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3B7641EE" w14:textId="44E6DB4A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hAnsi="Arial" w:cs="Arial"/>
          <w:b/>
          <w:color w:val="0070C0"/>
          <w:sz w:val="22"/>
          <w:szCs w:val="22"/>
        </w:rPr>
        <w:t xml:space="preserve">9:00–12:30 Paralelní workshop (v češtině) </w:t>
      </w:r>
    </w:p>
    <w:p w14:paraId="2CB3324F" w14:textId="765D9CB4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Jak posilovat etiku a akademickou integritu jinak – vyzkoušejte </w:t>
      </w:r>
      <w:proofErr w:type="gram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diskuzní</w:t>
      </w:r>
      <w:proofErr w:type="gram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hru Dilema – Irena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Kozmanová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(MUNI, UK).</w:t>
      </w:r>
    </w:p>
    <w:p w14:paraId="64FC0D01" w14:textId="77777777" w:rsidR="00233FD7" w:rsidRDefault="00233FD7" w:rsidP="000F5686">
      <w:pPr>
        <w:autoSpaceDE w:val="0"/>
        <w:autoSpaceDN w:val="0"/>
        <w:adjustRightInd w:val="0"/>
        <w:spacing w:after="120" w:line="276" w:lineRule="auto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4E40640A" w14:textId="6FC49E5B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12:30–14:00 pauza na oběd</w:t>
      </w:r>
    </w:p>
    <w:p w14:paraId="744ED7E1" w14:textId="77777777" w:rsidR="00233FD7" w:rsidRDefault="00233FD7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174AB2B8" w14:textId="348BDA9F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F5686">
        <w:rPr>
          <w:rFonts w:ascii="Arial" w:hAnsi="Arial" w:cs="Arial"/>
          <w:b/>
          <w:color w:val="0070C0"/>
          <w:sz w:val="22"/>
          <w:szCs w:val="22"/>
        </w:rPr>
        <w:t xml:space="preserve">14:00–14:45 </w:t>
      </w:r>
      <w:proofErr w:type="spellStart"/>
      <w:r w:rsidRPr="000F5686">
        <w:rPr>
          <w:rFonts w:ascii="Arial" w:hAnsi="Arial" w:cs="Arial"/>
          <w:b/>
          <w:color w:val="0070C0"/>
          <w:sz w:val="22"/>
          <w:szCs w:val="22"/>
        </w:rPr>
        <w:t>Keynote</w:t>
      </w:r>
      <w:proofErr w:type="spellEnd"/>
      <w:r w:rsidRPr="000F5686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proofErr w:type="spellStart"/>
      <w:r w:rsidRPr="000F5686">
        <w:rPr>
          <w:rFonts w:ascii="Arial" w:hAnsi="Arial" w:cs="Arial"/>
          <w:b/>
          <w:color w:val="0070C0"/>
          <w:sz w:val="22"/>
          <w:szCs w:val="22"/>
        </w:rPr>
        <w:t>speaker</w:t>
      </w:r>
      <w:proofErr w:type="spellEnd"/>
      <w:r w:rsidRPr="000F5686">
        <w:rPr>
          <w:rFonts w:ascii="Arial" w:hAnsi="Arial" w:cs="Arial"/>
          <w:b/>
          <w:color w:val="0070C0"/>
          <w:sz w:val="22"/>
          <w:szCs w:val="22"/>
        </w:rPr>
        <w:t xml:space="preserve"> (v angličtině) </w:t>
      </w:r>
    </w:p>
    <w:p w14:paraId="33110A3A" w14:textId="558CFDEF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Louise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Bezuidenhout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(Leiden University, UNESCO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Chair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on Diversity and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Inclusion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in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Global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Science)</w:t>
      </w:r>
    </w:p>
    <w:p w14:paraId="5A683420" w14:textId="77777777" w:rsidR="00233FD7" w:rsidRDefault="00233FD7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2FC21529" w14:textId="0FBCD5F1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F5686">
        <w:rPr>
          <w:rFonts w:ascii="Arial" w:hAnsi="Arial" w:cs="Arial"/>
          <w:b/>
          <w:color w:val="0070C0"/>
          <w:sz w:val="22"/>
          <w:szCs w:val="22"/>
        </w:rPr>
        <w:t>14:45–15:30 Prezentace kvalitativního sociologického šetření v projektu AMULET (v angličtině)</w:t>
      </w:r>
    </w:p>
    <w:p w14:paraId="43B28150" w14:textId="77777777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Prezentace výsledků studie zpracované v rámci projektu OP JAK AMULET, která se zaměřuje na reflexi otevřené vědy ze strany tuzemské výzkumné obce, včetně příležitostí a problémů, které zavádění principů otevřené vědy přináší do jejich každodenní výzkumné praxe.</w:t>
      </w:r>
    </w:p>
    <w:p w14:paraId="5299D3E0" w14:textId="1CF6AC2B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 xml:space="preserve">Tereza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Stöckelová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(SOÚ AV ČR, ÚFCH JH) a Michal Trčka (ÚFCH JH).</w:t>
      </w:r>
    </w:p>
    <w:p w14:paraId="447F944F" w14:textId="77777777" w:rsidR="00233FD7" w:rsidRDefault="00233FD7" w:rsidP="000F5686">
      <w:pPr>
        <w:autoSpaceDE w:val="0"/>
        <w:autoSpaceDN w:val="0"/>
        <w:adjustRightInd w:val="0"/>
        <w:spacing w:after="120" w:line="276" w:lineRule="auto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35D7CB5F" w14:textId="6AA48497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15:30–16:00 </w:t>
      </w:r>
      <w:proofErr w:type="spellStart"/>
      <w:r w:rsidRPr="000F56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coffee</w:t>
      </w:r>
      <w:proofErr w:type="spellEnd"/>
      <w:r w:rsidRPr="000F56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0F56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break</w:t>
      </w:r>
      <w:proofErr w:type="spellEnd"/>
    </w:p>
    <w:p w14:paraId="017D85C0" w14:textId="77777777" w:rsidR="00233FD7" w:rsidRDefault="00233FD7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32A1CA1D" w14:textId="6D697369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F5686">
        <w:rPr>
          <w:rFonts w:ascii="Arial" w:hAnsi="Arial" w:cs="Arial"/>
          <w:b/>
          <w:color w:val="0070C0"/>
          <w:sz w:val="22"/>
          <w:szCs w:val="22"/>
        </w:rPr>
        <w:t>16:00–17:30 Panelová diskuse: Globální a evropské zkušenosti a strategie k otevřené vědě (v angličtině)</w:t>
      </w:r>
    </w:p>
    <w:p w14:paraId="644C76F0" w14:textId="7A6228C3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Tereza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Szybisty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Šímová (EOSC Open Science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Observatory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), Carol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Wilusz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(Colorado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State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University),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Reese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Richardson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(projekt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The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Collection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of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Open Science Integrity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Guides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), Milan Holeček a Deborah De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Angelis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Knowledge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rights</w:t>
      </w:r>
      <w:proofErr w:type="spellEnd"/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21).</w:t>
      </w:r>
    </w:p>
    <w:p w14:paraId="30907F21" w14:textId="77777777" w:rsidR="00233FD7" w:rsidRDefault="00233FD7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647BB7F1" w14:textId="4780BAF1" w:rsidR="000F5686" w:rsidRPr="000F5686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F5686">
        <w:rPr>
          <w:rFonts w:ascii="Arial" w:hAnsi="Arial" w:cs="Arial"/>
          <w:b/>
          <w:color w:val="0070C0"/>
          <w:sz w:val="22"/>
          <w:szCs w:val="22"/>
        </w:rPr>
        <w:t>17:30–18:00 Prezentace výsledků participace pomocí online deliberativní platformy a</w:t>
      </w:r>
      <w:r>
        <w:rPr>
          <w:rFonts w:ascii="Arial" w:hAnsi="Arial" w:cs="Arial"/>
          <w:b/>
          <w:color w:val="0070C0"/>
          <w:sz w:val="22"/>
          <w:szCs w:val="22"/>
        </w:rPr>
        <w:t> </w:t>
      </w:r>
      <w:r w:rsidRPr="000F5686">
        <w:rPr>
          <w:rFonts w:ascii="Arial" w:hAnsi="Arial" w:cs="Arial"/>
          <w:b/>
          <w:color w:val="0070C0"/>
          <w:sz w:val="22"/>
          <w:szCs w:val="22"/>
        </w:rPr>
        <w:t>závěrečné slovo (v angličtině)</w:t>
      </w:r>
    </w:p>
    <w:p w14:paraId="393FB115" w14:textId="794C81D2" w:rsidR="000F5686" w:rsidRPr="00493CD2" w:rsidRDefault="000F5686" w:rsidP="000F5686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F56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Setkání vyvrcholí prezentací výsledků doprovodné aktivity v podobě interaktivního deliberativního on-line fóra. Po skončení veřejného slyšení bude připravena a publikována zpráva shrnující průběh a výsledky diskusí.</w:t>
      </w:r>
    </w:p>
    <w:p w14:paraId="2A545829" w14:textId="77777777" w:rsidR="008D4308" w:rsidRDefault="008D4308" w:rsidP="00B13622">
      <w:pPr>
        <w:spacing w:after="240" w:line="276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14:paraId="00C6E8BA" w14:textId="77777777"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69DAD427" w14:textId="77777777" w:rsidR="008D3D31" w:rsidRPr="00493CD2" w:rsidRDefault="008D3D31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A64D8" w14:textId="77777777" w:rsidR="00EA192F" w:rsidRDefault="00EA192F" w:rsidP="008F77F6">
      <w:r>
        <w:separator/>
      </w:r>
    </w:p>
  </w:endnote>
  <w:endnote w:type="continuationSeparator" w:id="0">
    <w:p w14:paraId="37586538" w14:textId="77777777" w:rsidR="00EA192F" w:rsidRDefault="00EA192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A4D7" w14:textId="77777777" w:rsidR="0045122F" w:rsidRDefault="004512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3EB8F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12509A94" w14:textId="27094F50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55767B7" wp14:editId="75329FC9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C6D318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228C6B9" wp14:editId="615C85D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3E70F3E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5122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299F1EA0" wp14:editId="5866ADD3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349274795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72AD5C2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5122F">
                  <w:rPr>
                    <w:rFonts w:ascii="Arial" w:hAnsi="Arial" w:cs="Arial"/>
                    <w:sz w:val="16"/>
                    <w:szCs w:val="16"/>
                  </w:rPr>
                  <w:t>414/A8_priloha 1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45122F">
                  <w:rPr>
                    <w:rFonts w:ascii="Arial" w:hAnsi="Arial" w:cs="Arial"/>
                    <w:sz w:val="16"/>
                    <w:szCs w:val="16"/>
                  </w:rPr>
                  <w:t>a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:</w:t>
                </w:r>
                <w:r w:rsidR="0045122F">
                  <w:rPr>
                    <w:rFonts w:ascii="Arial" w:hAnsi="Arial" w:cs="Arial"/>
                    <w:sz w:val="16"/>
                    <w:szCs w:val="16"/>
                  </w:rPr>
                  <w:t xml:space="preserve"> SVVI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D1E9E8A" w14:textId="11A31A76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A7CF720" wp14:editId="37216C4E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2866CC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1844B279" wp14:editId="1E7F800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582D651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5122F">
                  <w:rPr>
                    <w:rFonts w:ascii="Arial" w:hAnsi="Arial" w:cs="Arial"/>
                    <w:sz w:val="16"/>
                    <w:szCs w:val="16"/>
                  </w:rPr>
                  <w:t>414/A8_priloha 1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45122F">
                  <w:rPr>
                    <w:rFonts w:ascii="Arial" w:hAnsi="Arial" w:cs="Arial"/>
                    <w:sz w:val="16"/>
                    <w:szCs w:val="16"/>
                  </w:rPr>
                  <w:t>a: SVVI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7FFA4" w14:textId="77777777" w:rsidR="00EA192F" w:rsidRDefault="00EA192F" w:rsidP="008F77F6">
      <w:r>
        <w:separator/>
      </w:r>
    </w:p>
  </w:footnote>
  <w:footnote w:type="continuationSeparator" w:id="0">
    <w:p w14:paraId="3A9BFF7F" w14:textId="77777777" w:rsidR="00EA192F" w:rsidRDefault="00EA192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17C1E" w14:textId="77777777" w:rsidR="0045122F" w:rsidRDefault="004512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2C942" w14:textId="77777777" w:rsidR="0045122F" w:rsidRDefault="004512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B374B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358772C1" wp14:editId="284A344D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5F95F7" w14:textId="7615EA38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0F5686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0F5686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58772C1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C5F95F7" w14:textId="7615EA38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0F5686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0F5686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1C52DD0" wp14:editId="447B551C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3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4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68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0F5686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01B1F"/>
    <w:rsid w:val="00215834"/>
    <w:rsid w:val="00215F97"/>
    <w:rsid w:val="00225149"/>
    <w:rsid w:val="0022699E"/>
    <w:rsid w:val="002276E6"/>
    <w:rsid w:val="00227993"/>
    <w:rsid w:val="00230132"/>
    <w:rsid w:val="00233FD7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122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634"/>
    <w:rsid w:val="00A31F09"/>
    <w:rsid w:val="00A33FEC"/>
    <w:rsid w:val="00A4278D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462C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192F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E8A04"/>
  <w15:docId w15:val="{BE7B515D-1843-4BD3-82C5-B6197A8E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za\Desktop\2025\OA\414%20A8%20SOUHRN%20Open%20Access_informace%20o%20workshopu%20ze%20dne%2012.%209.%202025\4xx%20xx%20material%20RVVI_vz25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2664fb5-6fc7-4f66-902c-a88ff0d8f61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0DF2AAAC4ED14088E93235DD523269" ma:contentTypeVersion="5" ma:contentTypeDescription="Vytvoří nový dokument" ma:contentTypeScope="" ma:versionID="bf805f94823ea6bbcd6d139e383cc31c">
  <xsd:schema xmlns:xsd="http://www.w3.org/2001/XMLSchema" xmlns:xs="http://www.w3.org/2001/XMLSchema" xmlns:p="http://schemas.microsoft.com/office/2006/metadata/properties" xmlns:ns3="62664fb5-6fc7-4f66-902c-a88ff0d8f61d" targetNamespace="http://schemas.microsoft.com/office/2006/metadata/properties" ma:root="true" ma:fieldsID="9766ae5d972416bf44abd038d1bdec33" ns3:_="">
    <xsd:import namespace="62664fb5-6fc7-4f66-902c-a88ff0d8f61d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64fb5-6fc7-4f66-902c-a88ff0d8f61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BD6736-D228-4A75-9850-3BAF1E77C3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C2F83A-7AA8-48BE-9F0E-9E3CC6640954}">
  <ds:schemaRefs>
    <ds:schemaRef ds:uri="http://schemas.microsoft.com/office/2006/metadata/properties"/>
    <ds:schemaRef ds:uri="http://schemas.microsoft.com/office/infopath/2007/PartnerControls"/>
    <ds:schemaRef ds:uri="62664fb5-6fc7-4f66-902c-a88ff0d8f61d"/>
  </ds:schemaRefs>
</ds:datastoreItem>
</file>

<file path=customXml/itemProps3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B68512-8C88-4A01-8A80-FA15EE2DE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64fb5-6fc7-4f66-902c-a88ff0d8f6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4xx xx material RVVI_vz25.dotx</Template>
  <TotalTime>22</TotalTime>
  <Pages>2</Pages>
  <Words>383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Autor</cp:lastModifiedBy>
  <cp:revision>3</cp:revision>
  <cp:lastPrinted>2020-10-29T10:28:00Z</cp:lastPrinted>
  <dcterms:created xsi:type="dcterms:W3CDTF">2025-09-04T10:25:00Z</dcterms:created>
  <dcterms:modified xsi:type="dcterms:W3CDTF">2025-09-04T11:58:00Z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0x010100F70DF2AAAC4ED14088E93235DD523269</vt:lpwstr>
  </property>
</Properties>
</file>